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25EA7">
        <w:rPr>
          <w:rFonts w:ascii="Arial" w:hAnsi="Arial" w:cs="Arial"/>
          <w:b/>
          <w:caps/>
          <w:sz w:val="28"/>
          <w:szCs w:val="28"/>
        </w:rPr>
        <w:t>855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25EA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25EA7">
              <w:rPr>
                <w:rFonts w:ascii="Arial" w:hAnsi="Arial" w:cs="Arial"/>
                <w:sz w:val="20"/>
                <w:szCs w:val="20"/>
              </w:rPr>
              <w:t>Solicita providências para resolver o vazamento de esgoto que ocorre na área do reservatório do SAAE localizado no Jardim Conquista.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25EA7" w:rsidRPr="00E25EA7">
        <w:rPr>
          <w:rFonts w:ascii="Arial" w:hAnsi="Arial" w:cs="Arial"/>
        </w:rPr>
        <w:t>resolver o vazamento de esgoto que ocorre na área do reservatório do SAAE localizado no Jardim Conquista.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25EA7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25EA7">
        <w:rPr>
          <w:rFonts w:ascii="Arial" w:hAnsi="Arial" w:cs="Arial"/>
        </w:rPr>
        <w:t>4 de abril de 2018.</w:t>
      </w:r>
    </w:p>
    <w:p w:rsidR="00E25EA7" w:rsidRDefault="00E25EA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25EA7" w:rsidRDefault="00E25EA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25EA7" w:rsidRDefault="00E25EA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25EA7" w:rsidRPr="00A34F2C" w:rsidRDefault="00E25EA7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25EA7" w:rsidRDefault="00E25EA7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E25EA7" w:rsidRDefault="00E25EA7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E25EA7" w:rsidRPr="00A34F2C" w:rsidRDefault="00E25EA7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E25EA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4F8" w:rsidRDefault="008954F8">
      <w:r>
        <w:separator/>
      </w:r>
    </w:p>
  </w:endnote>
  <w:endnote w:type="continuationSeparator" w:id="0">
    <w:p w:rsidR="008954F8" w:rsidRDefault="00895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4F8" w:rsidRDefault="008954F8">
      <w:r>
        <w:separator/>
      </w:r>
    </w:p>
  </w:footnote>
  <w:footnote w:type="continuationSeparator" w:id="0">
    <w:p w:rsidR="008954F8" w:rsidRDefault="008954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F23A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954F8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DF23AC"/>
    <w:rsid w:val="00E0249F"/>
    <w:rsid w:val="00E07978"/>
    <w:rsid w:val="00E11F92"/>
    <w:rsid w:val="00E14F37"/>
    <w:rsid w:val="00E25EA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6A5EA-0F58-48DF-915A-52B7D2C0D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94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2018-04-02T12:34:00Z</cp:lastPrinted>
  <dcterms:created xsi:type="dcterms:W3CDTF">2018-04-02T12:33:00Z</dcterms:created>
  <dcterms:modified xsi:type="dcterms:W3CDTF">2018-04-02T12:34:00Z</dcterms:modified>
</cp:coreProperties>
</file>